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6A07A02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B67F2B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B67F2B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33F18A7C" w14:textId="6D95C2C4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B67F2B">
        <w:rPr>
          <w:rFonts w:ascii="Corbel" w:hAnsi="Corbel"/>
          <w:sz w:val="20"/>
          <w:szCs w:val="20"/>
        </w:rPr>
        <w:t>3</w:t>
      </w:r>
      <w:r w:rsidR="000F3F61">
        <w:rPr>
          <w:rFonts w:ascii="Corbel" w:hAnsi="Corbel"/>
          <w:sz w:val="20"/>
          <w:szCs w:val="20"/>
        </w:rPr>
        <w:t>/202</w:t>
      </w:r>
      <w:r w:rsidR="00B67F2B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E42D8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6E42D8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2D63D24B" w:rsidR="005E4F35" w:rsidRPr="00E1223A" w:rsidRDefault="00E1223A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1223A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54666AE" w:rsidR="00015B8F" w:rsidRPr="009C54AE" w:rsidRDefault="00E122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21C6E">
        <w:rPr>
          <w:rStyle w:val="normaltextrun"/>
          <w:rFonts w:ascii="Corbel" w:hAnsi="Corbel" w:cs="Segoe UI"/>
        </w:rPr>
        <w:sym w:font="Wingdings" w:char="F0FE"/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prowadzeniu działalności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5E4F35"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5E4F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005E4F35">
        <w:tc>
          <w:tcPr>
            <w:tcW w:w="9520" w:type="dxa"/>
          </w:tcPr>
          <w:p w14:paraId="03601B40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Decyzje i podejmowanie decyzji gospodarczych – rola ryzyka </w:t>
            </w:r>
          </w:p>
        </w:tc>
      </w:tr>
      <w:tr w:rsidR="005E4F35" w:rsidRPr="009C54AE" w14:paraId="044DCE64" w14:textId="77777777" w:rsidTr="005E4F35">
        <w:tc>
          <w:tcPr>
            <w:tcW w:w="9520" w:type="dxa"/>
          </w:tcPr>
          <w:p w14:paraId="0239F3E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Psychologia ryzyka </w:t>
            </w:r>
          </w:p>
        </w:tc>
      </w:tr>
      <w:tr w:rsidR="005E4F35" w:rsidRPr="009C54AE" w14:paraId="14DCB2F1" w14:textId="77777777" w:rsidTr="005E4F35">
        <w:tc>
          <w:tcPr>
            <w:tcW w:w="9520" w:type="dxa"/>
          </w:tcPr>
          <w:p w14:paraId="37F38907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Pomiędzy ryzykiem a niepewnością </w:t>
            </w:r>
          </w:p>
        </w:tc>
      </w:tr>
      <w:tr w:rsidR="005E4F35" w:rsidRPr="009C54AE" w14:paraId="5DBA5C96" w14:textId="77777777" w:rsidTr="005E4F35">
        <w:tc>
          <w:tcPr>
            <w:tcW w:w="9520" w:type="dxa"/>
          </w:tcPr>
          <w:p w14:paraId="71C9973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5E4F35" w:rsidRPr="009C54AE" w14:paraId="0A1AA6B9" w14:textId="77777777" w:rsidTr="005E4F35">
        <w:tc>
          <w:tcPr>
            <w:tcW w:w="9520" w:type="dxa"/>
          </w:tcPr>
          <w:p w14:paraId="517ED769" w14:textId="77777777" w:rsidR="005E4F35" w:rsidRPr="002A3044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3044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00576C07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0DFA1F63" w14:textId="77777777" w:rsidTr="00576C07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4892FC3" w14:textId="77777777" w:rsidR="00576C07" w:rsidRPr="00E1223A" w:rsidRDefault="00576C07" w:rsidP="00E122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223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576C07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2ADF96F8" w14:textId="77777777" w:rsidR="00576C07" w:rsidRPr="00E1223A" w:rsidRDefault="00576C07" w:rsidP="00E122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223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576C07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77777777" w:rsidR="00576C07" w:rsidRPr="009C54AE" w:rsidRDefault="00900EB5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4F13923" w14:textId="77777777" w:rsidR="00576C07" w:rsidRPr="00E1223A" w:rsidRDefault="00576C07" w:rsidP="00E122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1223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E12BE" w14:textId="77777777" w:rsidTr="00923D7D">
        <w:tc>
          <w:tcPr>
            <w:tcW w:w="9670" w:type="dxa"/>
          </w:tcPr>
          <w:p w14:paraId="0FC35B99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549DAEC9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40472ED2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652FE99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08BF6B00" w:rsidR="006F1E63" w:rsidRPr="009C54AE" w:rsidRDefault="00E1223A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5E46D3CC" w:rsidR="006F1E63" w:rsidRPr="009C54AE" w:rsidRDefault="00E1223A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16105B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Tyszka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Decyzje perspektywa psycholog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iczna i ekonomiczna Scholar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(wybrane zagadnienia)</w:t>
            </w:r>
          </w:p>
          <w:p w14:paraId="117E52D2" w14:textId="77777777" w:rsidR="006F1E63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F1E63">
              <w:t xml:space="preserve"> </w:t>
            </w:r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 (wybrane zagadnienia)</w:t>
            </w:r>
          </w:p>
          <w:p w14:paraId="363BFB03" w14:textId="77777777" w:rsidR="006F1E63" w:rsidRPr="009C54AE" w:rsidRDefault="00242616" w:rsidP="000F3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Staniec</w:t>
            </w:r>
            <w:proofErr w:type="spellEnd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I. i Zawiła-</w:t>
            </w:r>
            <w:proofErr w:type="spellStart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Niedzwiedzki</w:t>
            </w:r>
            <w:proofErr w:type="spellEnd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(2008). zarządzanie ryzykiem operacyjnym Beck (wybrane zagadnienia)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07D72C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4169F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Gigerenzer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G. (2009). Intuicja – Inteligencja nieświadomości, Prószyński i spółka. </w:t>
            </w:r>
          </w:p>
          <w:p w14:paraId="51A4B38B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Kaczmarek, T. (2010). Zarządzanie Ryzykiem Ujęcie Interdyscyplinarne.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</w:p>
          <w:p w14:paraId="3688B6E9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L. i Monkiewicz J. (2010). Zarządzanie Ryzykiem Działalności Organizacji. Beck</w:t>
            </w:r>
          </w:p>
          <w:p w14:paraId="35DDD333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N. (2014). Czarny Łabędź. O skutkach nieprzewidywalnych zdarzeń.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Kurhaus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Publishing</w:t>
            </w:r>
          </w:p>
          <w:p w14:paraId="19FC1B1B" w14:textId="77777777" w:rsidR="00242616" w:rsidRPr="00242616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r>
              <w:t xml:space="preserve">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Pułap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myślenia, Media Rodzina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(wybrane zagadnienia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E220A" w14:textId="77777777" w:rsidR="0037177F" w:rsidRDefault="0037177F" w:rsidP="00C16ABF">
      <w:pPr>
        <w:spacing w:after="0" w:line="240" w:lineRule="auto"/>
      </w:pPr>
      <w:r>
        <w:separator/>
      </w:r>
    </w:p>
  </w:endnote>
  <w:endnote w:type="continuationSeparator" w:id="0">
    <w:p w14:paraId="335090E2" w14:textId="77777777" w:rsidR="0037177F" w:rsidRDefault="003717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DEED5" w14:textId="77777777" w:rsidR="0037177F" w:rsidRDefault="0037177F" w:rsidP="00C16ABF">
      <w:pPr>
        <w:spacing w:after="0" w:line="240" w:lineRule="auto"/>
      </w:pPr>
      <w:r>
        <w:separator/>
      </w:r>
    </w:p>
  </w:footnote>
  <w:footnote w:type="continuationSeparator" w:id="0">
    <w:p w14:paraId="1E8F7A7C" w14:textId="77777777" w:rsidR="0037177F" w:rsidRDefault="0037177F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9AC"/>
    <w:rsid w:val="003151C5"/>
    <w:rsid w:val="003343CF"/>
    <w:rsid w:val="00346FE9"/>
    <w:rsid w:val="0034759A"/>
    <w:rsid w:val="003503F6"/>
    <w:rsid w:val="003530DD"/>
    <w:rsid w:val="00363F78"/>
    <w:rsid w:val="0037177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F2B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23A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4C97B-5C3A-4812-A987-1BE12405C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DF2C40-632B-47C2-9968-8A31E5E9A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761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2020-10-13T10:21:00Z</dcterms:created>
  <dcterms:modified xsi:type="dcterms:W3CDTF">2021-09-03T10:27:00Z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